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35" w:rsidRPr="000D29B8" w:rsidRDefault="00483E35" w:rsidP="000D2E2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D29B8">
        <w:rPr>
          <w:rFonts w:ascii="Times New Roman" w:hAnsi="Times New Roman"/>
          <w:b/>
          <w:sz w:val="28"/>
          <w:szCs w:val="28"/>
        </w:rPr>
        <w:t>Альфред Хичкок</w:t>
      </w:r>
    </w:p>
    <w:p w:rsidR="00483E35" w:rsidRPr="00EF5BEA" w:rsidRDefault="00483E35" w:rsidP="00EF5B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F5BEA">
        <w:rPr>
          <w:rFonts w:ascii="Times New Roman" w:hAnsi="Times New Roman"/>
          <w:b/>
          <w:sz w:val="28"/>
          <w:szCs w:val="28"/>
        </w:rPr>
        <w:t>Борисов А.А</w:t>
      </w:r>
      <w:r>
        <w:rPr>
          <w:rFonts w:ascii="Times New Roman" w:hAnsi="Times New Roman"/>
          <w:sz w:val="28"/>
          <w:szCs w:val="28"/>
        </w:rPr>
        <w:t xml:space="preserve">., </w:t>
      </w:r>
      <w:r w:rsidRPr="00EF5BEA">
        <w:rPr>
          <w:rFonts w:ascii="Times New Roman" w:hAnsi="Times New Roman"/>
          <w:i/>
          <w:sz w:val="28"/>
          <w:szCs w:val="28"/>
        </w:rPr>
        <w:t>ЯФ МФЮА</w:t>
      </w:r>
    </w:p>
    <w:p w:rsidR="00483E35" w:rsidRPr="00EF5BEA" w:rsidRDefault="00483E35" w:rsidP="00EF5B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Научный руководитель: старший преподаватель </w:t>
      </w:r>
      <w:r w:rsidRPr="00EF5BEA">
        <w:rPr>
          <w:rFonts w:ascii="Times New Roman" w:hAnsi="Times New Roman"/>
          <w:i/>
          <w:sz w:val="28"/>
          <w:szCs w:val="28"/>
        </w:rPr>
        <w:t xml:space="preserve">Простова Д.М. </w:t>
      </w:r>
    </w:p>
    <w:p w:rsidR="00483E35" w:rsidRPr="0079124F" w:rsidRDefault="00483E35" w:rsidP="00EF5B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E35" w:rsidRDefault="00483E35" w:rsidP="002028FD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C83927">
        <w:rPr>
          <w:rFonts w:ascii="Times New Roman" w:hAnsi="Times New Roman"/>
          <w:sz w:val="28"/>
          <w:szCs w:val="28"/>
        </w:rPr>
        <w:t>Сэр Альфред Хичкок (13 августа 1899, Лондон - 29 апреля 1980, Лос-Анджелес) является британским кинорежиссёром, продюсером, сценаристом.</w:t>
      </w:r>
      <w:r w:rsidRPr="00C83927">
        <w:t xml:space="preserve"> </w:t>
      </w:r>
      <w:r w:rsidRPr="00C83927">
        <w:rPr>
          <w:rFonts w:ascii="Times New Roman" w:hAnsi="Times New Roman"/>
          <w:sz w:val="28"/>
          <w:szCs w:val="28"/>
        </w:rPr>
        <w:t>Альфред Хичкок является легендарной личностью 20 века.</w:t>
      </w:r>
      <w:r w:rsidRPr="00C83927">
        <w:t xml:space="preserve"> </w:t>
      </w:r>
      <w:r w:rsidRPr="00C83927">
        <w:rPr>
          <w:rFonts w:ascii="Times New Roman" w:hAnsi="Times New Roman"/>
          <w:sz w:val="28"/>
          <w:szCs w:val="28"/>
        </w:rPr>
        <w:t>Работу в кино начал в 1919 оформителем титров, затем был сценаристом и ассистентом режиссера. В 1925 дебютировал в качестве постановщика фильма «Сад удовольствий», а в 1926 поставил фильмы «Горный орел» и «Жилец».</w:t>
      </w:r>
      <w:r>
        <w:t xml:space="preserve"> </w:t>
      </w:r>
      <w:r w:rsidRPr="00C83927">
        <w:rPr>
          <w:rFonts w:ascii="Times New Roman" w:hAnsi="Times New Roman"/>
          <w:sz w:val="28"/>
          <w:szCs w:val="28"/>
        </w:rPr>
        <w:t>Увлекательные перипетии развития сюжета, быстрый темп нарастания драматического напряжения, юмор – все это сразу же привлекло к детективным фильмам Хичкока зрителей.</w:t>
      </w:r>
    </w:p>
    <w:p w:rsidR="00483E35" w:rsidRDefault="00483E35" w:rsidP="002870C3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C83927">
        <w:rPr>
          <w:rFonts w:ascii="Times New Roman" w:hAnsi="Times New Roman"/>
          <w:sz w:val="28"/>
          <w:szCs w:val="28"/>
        </w:rPr>
        <w:t>С переездом Хичкока в Голливуд в 1940 начался американский период его творчества. Этот период отмечен тончайшим пониманием кинематографа как специфического вида искусства, постижением его внелитературной сути.</w:t>
      </w:r>
      <w:r w:rsidRPr="00C83927">
        <w:t xml:space="preserve"> </w:t>
      </w:r>
      <w:r w:rsidRPr="00C83927">
        <w:rPr>
          <w:rFonts w:ascii="Times New Roman" w:hAnsi="Times New Roman"/>
          <w:sz w:val="28"/>
          <w:szCs w:val="28"/>
        </w:rPr>
        <w:t xml:space="preserve">Визитными карточками фильмов Хичкока стали крошечные роли, исполненные им в большинстве своих картин </w:t>
      </w:r>
      <w:r w:rsidRPr="00C83927">
        <w:t>(</w:t>
      </w:r>
      <w:r w:rsidRPr="0079124F">
        <w:rPr>
          <w:rFonts w:ascii="Times New Roman" w:hAnsi="Times New Roman"/>
          <w:sz w:val="28"/>
          <w:szCs w:val="28"/>
        </w:rPr>
        <w:t>Камео – эпизодическая роль известной персоны в кинофильме.</w:t>
      </w:r>
      <w:r w:rsidRPr="00C83927">
        <w:rPr>
          <w:rFonts w:ascii="Times New Roman" w:hAnsi="Times New Roman"/>
          <w:sz w:val="28"/>
          <w:szCs w:val="28"/>
        </w:rPr>
        <w:t>).</w:t>
      </w:r>
      <w:r w:rsidRPr="00C83927">
        <w:t xml:space="preserve"> </w:t>
      </w:r>
      <w:r w:rsidRPr="00C83927">
        <w:rPr>
          <w:rFonts w:ascii="Times New Roman" w:hAnsi="Times New Roman"/>
          <w:sz w:val="28"/>
          <w:szCs w:val="28"/>
        </w:rPr>
        <w:t>Его «роли» как раз и были такого «второго типа» – очень небольшими, без слов, не требующими от него актёрского умения.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79124F">
        <w:rPr>
          <w:rFonts w:ascii="Times New Roman" w:hAnsi="Times New Roman"/>
          <w:sz w:val="28"/>
          <w:szCs w:val="28"/>
        </w:rPr>
        <w:t>сути Хичкок выполнял роль статиста – появлялся где-нибудь посреди толпы, проходил по улице под видом случайного прохожего и т.п. В 1950 году в статье «Мастер саспенса: самоанализ» для Нью-Йорк Таймз Хичкок писал: «Режиссёр должен знать, как живётся другой половине команды (имеются в виду актёры). Поэтому я перемещаюсь по другую сторону камеры, давая возможность моей съёмочной группе снимать меня, так что я могу узнать, что же это такое, сниматься у моей съёмочной группы».</w:t>
      </w:r>
    </w:p>
    <w:p w:rsidR="00483E35" w:rsidRDefault="00483E35" w:rsidP="002028FD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Еще одной особенностью творчества Хичкока являлось использование с</w:t>
      </w:r>
      <w:r w:rsidRPr="0079124F">
        <w:rPr>
          <w:rFonts w:ascii="Times New Roman" w:hAnsi="Times New Roman"/>
          <w:sz w:val="28"/>
          <w:szCs w:val="28"/>
        </w:rPr>
        <w:t>аспенс</w:t>
      </w:r>
      <w:r>
        <w:rPr>
          <w:rFonts w:ascii="Times New Roman" w:hAnsi="Times New Roman"/>
          <w:sz w:val="28"/>
          <w:szCs w:val="28"/>
        </w:rPr>
        <w:t>а</w:t>
      </w:r>
      <w:r w:rsidRPr="0079124F">
        <w:t xml:space="preserve"> </w:t>
      </w:r>
      <w:r>
        <w:rPr>
          <w:rFonts w:ascii="Times New Roman" w:hAnsi="Times New Roman"/>
          <w:sz w:val="28"/>
          <w:szCs w:val="28"/>
        </w:rPr>
        <w:t xml:space="preserve">(в англ. </w:t>
      </w:r>
      <w:r w:rsidRPr="0079124F">
        <w:rPr>
          <w:rFonts w:ascii="Times New Roman" w:hAnsi="Times New Roman"/>
          <w:sz w:val="28"/>
          <w:szCs w:val="28"/>
        </w:rPr>
        <w:t>suspense – беспокойство, приостановка</w:t>
      </w:r>
      <w:r>
        <w:rPr>
          <w:rFonts w:ascii="Times New Roman" w:hAnsi="Times New Roman"/>
          <w:sz w:val="28"/>
          <w:szCs w:val="28"/>
        </w:rPr>
        <w:t>).</w:t>
      </w:r>
      <w:r w:rsidRPr="0079124F">
        <w:rPr>
          <w:rFonts w:ascii="Times New Roman" w:hAnsi="Times New Roman"/>
          <w:sz w:val="28"/>
          <w:szCs w:val="28"/>
        </w:rPr>
        <w:t>Это особое состояние беспокойства, тревоги, которое возникает у зрителя при просмотре фильма.</w:t>
      </w:r>
      <w:r w:rsidRPr="0079124F">
        <w:t xml:space="preserve"> </w:t>
      </w:r>
      <w:r w:rsidRPr="0079124F">
        <w:rPr>
          <w:rFonts w:ascii="Times New Roman" w:hAnsi="Times New Roman"/>
          <w:sz w:val="28"/>
          <w:szCs w:val="28"/>
        </w:rPr>
        <w:t>Одним из главных принципов создания саспенса является оттягивание того момента, когда произойдет ожидаемое событие.</w:t>
      </w:r>
      <w:r w:rsidRPr="0079124F">
        <w:t xml:space="preserve"> </w:t>
      </w:r>
      <w:r w:rsidRPr="0038213A">
        <w:rPr>
          <w:rFonts w:ascii="Times New Roman" w:hAnsi="Times New Roman"/>
          <w:sz w:val="27"/>
          <w:szCs w:val="27"/>
        </w:rPr>
        <w:t>Помимо</w:t>
      </w:r>
      <w:r w:rsidRPr="0079124F">
        <w:rPr>
          <w:rFonts w:ascii="Times New Roman" w:hAnsi="Times New Roman"/>
          <w:sz w:val="28"/>
          <w:szCs w:val="28"/>
        </w:rPr>
        <w:t xml:space="preserve"> саспенса и камео, фильмы Хичкока полны другими характерными лишь одному режиссеру чертами.</w:t>
      </w:r>
      <w:r w:rsidRPr="0079124F">
        <w:t xml:space="preserve"> </w:t>
      </w:r>
      <w:r w:rsidRPr="0079124F">
        <w:rPr>
          <w:rFonts w:ascii="Times New Roman" w:hAnsi="Times New Roman"/>
          <w:sz w:val="28"/>
          <w:szCs w:val="28"/>
        </w:rPr>
        <w:t>Среди излюбленных кинематографических приёмов Хичкока стоит отметить съёмку с точки зрения персонажа, то есть съёмку камерой с такого аспекта, чтобы зритель видел сцену как бы глазами персонажа.</w:t>
      </w:r>
      <w:r w:rsidRPr="0079124F">
        <w:t xml:space="preserve"> </w:t>
      </w:r>
      <w:r w:rsidRPr="0079124F">
        <w:rPr>
          <w:rFonts w:ascii="Times New Roman" w:hAnsi="Times New Roman"/>
          <w:sz w:val="28"/>
          <w:szCs w:val="28"/>
        </w:rPr>
        <w:t>Во многих своих фильмах Хичкок использовал так называемый МакГаффин – некий секрет, тайну, вокруг которой закручивается сюжет и которая так и остается нераскрытой для зрителя.</w:t>
      </w:r>
      <w:r>
        <w:rPr>
          <w:rFonts w:ascii="Times New Roman" w:hAnsi="Times New Roman"/>
          <w:sz w:val="28"/>
          <w:szCs w:val="28"/>
        </w:rPr>
        <w:t xml:space="preserve"> Альфред Хичкок</w:t>
      </w:r>
      <w:r w:rsidRPr="000D4CC6">
        <w:rPr>
          <w:rFonts w:ascii="Times New Roman" w:hAnsi="Times New Roman"/>
          <w:sz w:val="28"/>
          <w:szCs w:val="28"/>
        </w:rPr>
        <w:t xml:space="preserve"> очень бережно работал со звуком, используя неожиданные эффекты для усиления того, что показано на экране. Той же цели служит оригинальная музыка, как правило, написанная Бернардом Херрманном.</w:t>
      </w:r>
      <w:r w:rsidRPr="000D4CC6">
        <w:t xml:space="preserve"> </w:t>
      </w:r>
      <w:r w:rsidRPr="000D4CC6">
        <w:rPr>
          <w:rFonts w:ascii="Times New Roman" w:hAnsi="Times New Roman"/>
          <w:sz w:val="28"/>
          <w:szCs w:val="28"/>
        </w:rPr>
        <w:t>Альфред Хичкок умер от почечной недостаточности у себя дома, в Лос-Анджелесе</w:t>
      </w:r>
      <w:r>
        <w:rPr>
          <w:rFonts w:ascii="Times New Roman" w:hAnsi="Times New Roman"/>
          <w:sz w:val="28"/>
          <w:szCs w:val="28"/>
        </w:rPr>
        <w:t xml:space="preserve">, в  США в </w:t>
      </w:r>
      <w:r w:rsidRPr="000D4CC6">
        <w:rPr>
          <w:rFonts w:ascii="Times New Roman" w:hAnsi="Times New Roman"/>
          <w:sz w:val="28"/>
          <w:szCs w:val="28"/>
        </w:rPr>
        <w:t>1980</w:t>
      </w:r>
      <w:r>
        <w:rPr>
          <w:rFonts w:ascii="Times New Roman" w:hAnsi="Times New Roman"/>
          <w:sz w:val="28"/>
          <w:szCs w:val="28"/>
        </w:rPr>
        <w:t xml:space="preserve"> году, в возрасте 80-ти лет</w:t>
      </w:r>
      <w:r w:rsidRPr="000D4C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83E35" w:rsidRDefault="00483E35" w:rsidP="002028FD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D4CC6">
        <w:rPr>
          <w:rFonts w:ascii="Times New Roman" w:hAnsi="Times New Roman"/>
          <w:sz w:val="28"/>
          <w:szCs w:val="28"/>
        </w:rPr>
        <w:t>Всю свою жизнь</w:t>
      </w:r>
      <w:r>
        <w:rPr>
          <w:rFonts w:ascii="Times New Roman" w:hAnsi="Times New Roman"/>
          <w:sz w:val="28"/>
          <w:szCs w:val="28"/>
        </w:rPr>
        <w:t xml:space="preserve">  Хичкок посвятил кинематографу. Его нарекли «мастером»</w:t>
      </w:r>
      <w:r w:rsidRPr="00EC24EE">
        <w:rPr>
          <w:rFonts w:ascii="Times New Roman" w:hAnsi="Times New Roman"/>
          <w:sz w:val="28"/>
          <w:szCs w:val="28"/>
        </w:rPr>
        <w:t xml:space="preserve"> саспенса</w:t>
      </w:r>
      <w:r>
        <w:rPr>
          <w:rFonts w:ascii="Times New Roman" w:hAnsi="Times New Roman"/>
          <w:sz w:val="28"/>
          <w:szCs w:val="28"/>
        </w:rPr>
        <w:t>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именно Хичкоку </w:t>
      </w:r>
      <w:r w:rsidRPr="00EC24EE">
        <w:rPr>
          <w:rFonts w:ascii="Times New Roman" w:hAnsi="Times New Roman"/>
          <w:sz w:val="28"/>
          <w:szCs w:val="28"/>
        </w:rPr>
        <w:t>приписывается изобретение очень быстрого и дробного монтажа, ярко продемонстрированного в знаменитой сцене убийства в душе в фильме «Психо».</w:t>
      </w:r>
      <w:r>
        <w:rPr>
          <w:rFonts w:ascii="Times New Roman" w:hAnsi="Times New Roman"/>
          <w:sz w:val="28"/>
          <w:szCs w:val="28"/>
        </w:rPr>
        <w:t xml:space="preserve"> Он создал фильмы, которые наполены атмосферой</w:t>
      </w:r>
      <w:r w:rsidRPr="0038213A">
        <w:rPr>
          <w:rFonts w:ascii="Times New Roman" w:hAnsi="Times New Roman"/>
          <w:sz w:val="28"/>
          <w:szCs w:val="28"/>
        </w:rPr>
        <w:t xml:space="preserve"> напряжённого ожидания, предчувствия чег</w:t>
      </w:r>
      <w:r>
        <w:rPr>
          <w:rFonts w:ascii="Times New Roman" w:hAnsi="Times New Roman"/>
          <w:sz w:val="28"/>
          <w:szCs w:val="28"/>
        </w:rPr>
        <w:t xml:space="preserve">о-то ужасного, и положил начало развитию жанра </w:t>
      </w:r>
      <w:r w:rsidRPr="0038213A">
        <w:rPr>
          <w:rFonts w:ascii="Times New Roman" w:hAnsi="Times New Roman"/>
          <w:sz w:val="28"/>
          <w:szCs w:val="28"/>
        </w:rPr>
        <w:t>«триллер» (от англ. thrill — «трепет»)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0D4CC6">
        <w:rPr>
          <w:rFonts w:ascii="Times New Roman" w:hAnsi="Times New Roman"/>
          <w:sz w:val="28"/>
          <w:szCs w:val="28"/>
        </w:rPr>
        <w:t>Итог жизни Хичкока – 55 полнометражных кинофильмов, многие из которых стали классикой мирового кинематографа.</w:t>
      </w:r>
      <w:r w:rsidRPr="000D4CC6">
        <w:t xml:space="preserve"> </w:t>
      </w:r>
      <w:r w:rsidRPr="000D4CC6">
        <w:rPr>
          <w:rFonts w:ascii="Times New Roman" w:hAnsi="Times New Roman"/>
          <w:sz w:val="28"/>
          <w:szCs w:val="28"/>
        </w:rPr>
        <w:t>Кроме того, Хичкок снял ещё и 21 телефильм для серии «Альфред Хичкок представляет» и два документальных фильма (оба в 1944 году), ещё 2 киноработы остались незавершёнными.</w:t>
      </w:r>
      <w:r>
        <w:t xml:space="preserve"> </w:t>
      </w:r>
      <w:r w:rsidRPr="009946C3">
        <w:rPr>
          <w:rFonts w:ascii="Times New Roman" w:hAnsi="Times New Roman"/>
          <w:sz w:val="28"/>
          <w:szCs w:val="28"/>
        </w:rPr>
        <w:t>За свои работы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Хичкок получил множество наград, среди которых: Серебряная раковина</w:t>
      </w:r>
      <w:r w:rsidRPr="009946C3">
        <w:t xml:space="preserve"> </w:t>
      </w:r>
      <w:r w:rsidRPr="009946C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Сан-Себастьян, 1958</w:t>
      </w:r>
      <w:r w:rsidRPr="009946C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9 г"/>
        </w:smartTagPr>
        <w:r w:rsidRPr="009946C3">
          <w:rPr>
            <w:rFonts w:ascii="Times New Roman" w:hAnsi="Times New Roman"/>
            <w:sz w:val="28"/>
            <w:szCs w:val="28"/>
          </w:rPr>
          <w:t xml:space="preserve">1959 </w:t>
        </w:r>
        <w:r>
          <w:rPr>
            <w:rFonts w:ascii="Times New Roman" w:hAnsi="Times New Roman"/>
            <w:sz w:val="28"/>
            <w:szCs w:val="28"/>
          </w:rPr>
          <w:t>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9946C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9946C3">
        <w:t xml:space="preserve"> </w:t>
      </w:r>
      <w:r w:rsidRPr="009946C3">
        <w:rPr>
          <w:rFonts w:ascii="Times New Roman" w:hAnsi="Times New Roman"/>
          <w:sz w:val="28"/>
          <w:szCs w:val="28"/>
        </w:rPr>
        <w:t>Золотой глоб</w:t>
      </w:r>
      <w:r>
        <w:rPr>
          <w:rFonts w:ascii="Times New Roman" w:hAnsi="Times New Roman"/>
          <w:sz w:val="28"/>
          <w:szCs w:val="28"/>
        </w:rPr>
        <w:t>ус (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hAnsi="Times New Roman"/>
            <w:sz w:val="28"/>
            <w:szCs w:val="28"/>
          </w:rPr>
          <w:t>1958 г</w:t>
        </w:r>
      </w:smartTag>
      <w:r>
        <w:rPr>
          <w:rFonts w:ascii="Times New Roman" w:hAnsi="Times New Roman"/>
          <w:sz w:val="28"/>
          <w:szCs w:val="28"/>
        </w:rPr>
        <w:t>.), Оскар (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hAnsi="Times New Roman"/>
            <w:sz w:val="28"/>
            <w:szCs w:val="28"/>
          </w:rPr>
          <w:t>1968 г</w:t>
        </w:r>
      </w:smartTag>
      <w:r>
        <w:rPr>
          <w:rFonts w:ascii="Times New Roman" w:hAnsi="Times New Roman"/>
          <w:sz w:val="28"/>
          <w:szCs w:val="28"/>
        </w:rPr>
        <w:t>.),</w:t>
      </w:r>
      <w:r w:rsidRPr="009946C3">
        <w:t xml:space="preserve"> </w:t>
      </w:r>
      <w:r>
        <w:rPr>
          <w:rFonts w:ascii="Times New Roman" w:hAnsi="Times New Roman"/>
          <w:sz w:val="28"/>
          <w:szCs w:val="28"/>
        </w:rPr>
        <w:t xml:space="preserve">Сатурн (Посмертная награда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hAnsi="Times New Roman"/>
            <w:sz w:val="28"/>
            <w:szCs w:val="28"/>
          </w:rPr>
          <w:t>1994 г</w:t>
        </w:r>
      </w:smartTag>
      <w:r w:rsidRPr="009946C3">
        <w:rPr>
          <w:rFonts w:ascii="Times New Roman" w:hAnsi="Times New Roman"/>
          <w:sz w:val="28"/>
          <w:szCs w:val="28"/>
        </w:rPr>
        <w:t xml:space="preserve">.). </w:t>
      </w:r>
    </w:p>
    <w:p w:rsidR="00483E35" w:rsidRDefault="00483E35" w:rsidP="002028FD">
      <w:pPr>
        <w:tabs>
          <w:tab w:val="left" w:pos="540"/>
        </w:tabs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946C3">
        <w:rPr>
          <w:rFonts w:ascii="Times New Roman" w:hAnsi="Times New Roman"/>
          <w:sz w:val="28"/>
          <w:szCs w:val="28"/>
        </w:rPr>
        <w:t>Незадолго до смерти английская королева успела возвести его в дворянское звание.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4CC6">
        <w:rPr>
          <w:rFonts w:ascii="Times New Roman" w:hAnsi="Times New Roman"/>
          <w:sz w:val="28"/>
          <w:szCs w:val="28"/>
        </w:rPr>
        <w:t>Альфред Хичкок до сих пор является одним из самых уважаемых и популярных кинорежиссёров.</w:t>
      </w:r>
      <w:r>
        <w:rPr>
          <w:rFonts w:ascii="Times New Roman" w:hAnsi="Times New Roman"/>
          <w:sz w:val="28"/>
          <w:szCs w:val="28"/>
        </w:rPr>
        <w:t xml:space="preserve"> Он добился огромного авторитета и уважения со стороны коллег и зрителей,  и </w:t>
      </w:r>
      <w:r w:rsidRPr="000D4CC6">
        <w:rPr>
          <w:rFonts w:ascii="Times New Roman" w:hAnsi="Times New Roman"/>
          <w:sz w:val="28"/>
          <w:szCs w:val="28"/>
        </w:rPr>
        <w:t>по сей ден</w:t>
      </w:r>
      <w:r>
        <w:rPr>
          <w:rFonts w:ascii="Times New Roman" w:hAnsi="Times New Roman"/>
          <w:sz w:val="28"/>
          <w:szCs w:val="28"/>
        </w:rPr>
        <w:t xml:space="preserve">ь его работы считаются эталоном. </w:t>
      </w:r>
    </w:p>
    <w:sectPr w:rsidR="00483E35" w:rsidSect="003821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E2F"/>
    <w:rsid w:val="00044FD1"/>
    <w:rsid w:val="000926DF"/>
    <w:rsid w:val="000D29B8"/>
    <w:rsid w:val="000D2E2F"/>
    <w:rsid w:val="000D4CC6"/>
    <w:rsid w:val="002028FD"/>
    <w:rsid w:val="002870C3"/>
    <w:rsid w:val="002D45E9"/>
    <w:rsid w:val="00342792"/>
    <w:rsid w:val="0038213A"/>
    <w:rsid w:val="003B3936"/>
    <w:rsid w:val="003E2AAA"/>
    <w:rsid w:val="004067B3"/>
    <w:rsid w:val="00461C2F"/>
    <w:rsid w:val="00483E35"/>
    <w:rsid w:val="004868FA"/>
    <w:rsid w:val="004F0E1C"/>
    <w:rsid w:val="006515B2"/>
    <w:rsid w:val="006B7CA4"/>
    <w:rsid w:val="007061A5"/>
    <w:rsid w:val="0079124F"/>
    <w:rsid w:val="00847945"/>
    <w:rsid w:val="008621DE"/>
    <w:rsid w:val="009037B6"/>
    <w:rsid w:val="009748E2"/>
    <w:rsid w:val="0097544C"/>
    <w:rsid w:val="009946C3"/>
    <w:rsid w:val="009F5279"/>
    <w:rsid w:val="00B40510"/>
    <w:rsid w:val="00B51A89"/>
    <w:rsid w:val="00BB2371"/>
    <w:rsid w:val="00BD3A90"/>
    <w:rsid w:val="00C83927"/>
    <w:rsid w:val="00C9130F"/>
    <w:rsid w:val="00D841B6"/>
    <w:rsid w:val="00E3583A"/>
    <w:rsid w:val="00E6405D"/>
    <w:rsid w:val="00EC24EE"/>
    <w:rsid w:val="00EF5BEA"/>
    <w:rsid w:val="00F20B7D"/>
    <w:rsid w:val="00F651DE"/>
    <w:rsid w:val="00F75FA5"/>
    <w:rsid w:val="00FB5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E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594</Words>
  <Characters>3391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Bushueva.L</cp:lastModifiedBy>
  <cp:revision>4</cp:revision>
  <dcterms:created xsi:type="dcterms:W3CDTF">2012-04-09T18:45:00Z</dcterms:created>
  <dcterms:modified xsi:type="dcterms:W3CDTF">2012-05-31T07:46:00Z</dcterms:modified>
</cp:coreProperties>
</file>