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C2" w:rsidRDefault="00D52DC2" w:rsidP="00156610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56610">
        <w:rPr>
          <w:rFonts w:ascii="Times New Roman" w:hAnsi="Times New Roman"/>
          <w:b/>
          <w:sz w:val="28"/>
          <w:szCs w:val="28"/>
        </w:rPr>
        <w:t>Влияние количественных характеристик свойств продукции на повышение ее конкурентоспособности</w:t>
      </w:r>
    </w:p>
    <w:p w:rsidR="00D52DC2" w:rsidRPr="00156610" w:rsidRDefault="00D52DC2" w:rsidP="00156610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D52DC2" w:rsidRPr="00955DD9" w:rsidRDefault="00D52DC2" w:rsidP="00955DD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55DD9">
        <w:rPr>
          <w:rFonts w:ascii="Times New Roman" w:hAnsi="Times New Roman"/>
          <w:b/>
          <w:sz w:val="28"/>
          <w:szCs w:val="28"/>
        </w:rPr>
        <w:t>Лешкова Д.А.,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55DD9">
        <w:rPr>
          <w:rFonts w:ascii="Times New Roman" w:hAnsi="Times New Roman"/>
          <w:i/>
          <w:sz w:val="28"/>
          <w:szCs w:val="28"/>
        </w:rPr>
        <w:t>Белорусская государственная сельскохозяйственная академия</w:t>
      </w:r>
    </w:p>
    <w:p w:rsidR="00D52DC2" w:rsidRDefault="00D52DC2" w:rsidP="00955DD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55DD9">
        <w:rPr>
          <w:rFonts w:ascii="Times New Roman" w:hAnsi="Times New Roman"/>
          <w:i/>
          <w:sz w:val="28"/>
          <w:szCs w:val="28"/>
        </w:rPr>
        <w:t>Научный руководитель: Краснова Л.И.</w:t>
      </w:r>
    </w:p>
    <w:p w:rsidR="00D52DC2" w:rsidRPr="00955DD9" w:rsidRDefault="00D52DC2" w:rsidP="00955DD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D52DC2" w:rsidRDefault="00D52DC2" w:rsidP="00955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59E">
        <w:rPr>
          <w:rFonts w:ascii="Times New Roman" w:hAnsi="Times New Roman"/>
          <w:sz w:val="28"/>
          <w:szCs w:val="28"/>
        </w:rPr>
        <w:t xml:space="preserve">Современная рыночная экономика предъявляет принципиально иные требования к качеству </w:t>
      </w:r>
      <w:r>
        <w:rPr>
          <w:rFonts w:ascii="Times New Roman" w:hAnsi="Times New Roman"/>
          <w:sz w:val="28"/>
          <w:szCs w:val="28"/>
        </w:rPr>
        <w:t>выпускаемой продукци</w:t>
      </w:r>
      <w:r w:rsidRPr="00803898">
        <w:rPr>
          <w:rFonts w:ascii="Times New Roman" w:hAnsi="Times New Roman"/>
          <w:sz w:val="28"/>
          <w:szCs w:val="28"/>
        </w:rPr>
        <w:t xml:space="preserve">и, так как </w:t>
      </w:r>
      <w:r>
        <w:rPr>
          <w:rFonts w:ascii="Times New Roman" w:hAnsi="Times New Roman"/>
          <w:sz w:val="28"/>
          <w:szCs w:val="28"/>
        </w:rPr>
        <w:t xml:space="preserve"> повышение качества </w:t>
      </w:r>
      <w:r w:rsidRPr="0062159E">
        <w:rPr>
          <w:rFonts w:ascii="Times New Roman" w:hAnsi="Times New Roman"/>
          <w:sz w:val="28"/>
          <w:szCs w:val="28"/>
        </w:rPr>
        <w:t xml:space="preserve"> в значительной степени определяет выживаемость и успех предприятия в условиях рынка, темпы технического прогресса, рост эффективности производства, экономию всех видов ресурсо</w:t>
      </w:r>
      <w:r>
        <w:rPr>
          <w:rFonts w:ascii="Times New Roman" w:hAnsi="Times New Roman"/>
          <w:sz w:val="28"/>
          <w:szCs w:val="28"/>
        </w:rPr>
        <w:t>в, используемых на предприятии.</w:t>
      </w:r>
      <w:r w:rsidRPr="008038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62159E">
        <w:rPr>
          <w:rFonts w:ascii="Times New Roman" w:hAnsi="Times New Roman"/>
          <w:sz w:val="28"/>
          <w:szCs w:val="28"/>
        </w:rPr>
        <w:t>т выпуска высококачественной продукции выигрывает и национальная экономика, поскольку в этом случае увеличиваются экспортный потенциал и доходная часть платежного баланса страны, повышается авторитет государства в мировом сообществе.</w:t>
      </w:r>
    </w:p>
    <w:p w:rsidR="00D52DC2" w:rsidRDefault="00D52DC2" w:rsidP="00955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 время, в соответствии с применяемой классификацией, выделяют  десять групп свойств и, соответственно,  </w:t>
      </w:r>
      <w:r w:rsidRPr="0062159E">
        <w:rPr>
          <w:rFonts w:ascii="Times New Roman" w:hAnsi="Times New Roman"/>
          <w:sz w:val="28"/>
          <w:szCs w:val="28"/>
        </w:rPr>
        <w:t>показателей</w:t>
      </w:r>
      <w:r>
        <w:rPr>
          <w:rFonts w:ascii="Times New Roman" w:hAnsi="Times New Roman"/>
          <w:sz w:val="28"/>
          <w:szCs w:val="28"/>
        </w:rPr>
        <w:t xml:space="preserve"> качества: назначение, надежность, технологичность, стандартизация и унификация, эргономические, эстетические,</w:t>
      </w:r>
      <w:r w:rsidRPr="00FF1C6F">
        <w:rPr>
          <w:rFonts w:ascii="Times New Roman" w:hAnsi="Times New Roman"/>
          <w:sz w:val="28"/>
          <w:szCs w:val="28"/>
        </w:rPr>
        <w:t xml:space="preserve"> </w:t>
      </w:r>
      <w:r w:rsidRPr="0062159E">
        <w:rPr>
          <w:rFonts w:ascii="Times New Roman" w:hAnsi="Times New Roman"/>
          <w:sz w:val="28"/>
          <w:szCs w:val="28"/>
        </w:rPr>
        <w:t>па</w:t>
      </w:r>
      <w:r>
        <w:rPr>
          <w:rFonts w:ascii="Times New Roman" w:hAnsi="Times New Roman"/>
          <w:sz w:val="28"/>
          <w:szCs w:val="28"/>
        </w:rPr>
        <w:t>тентно-правовые, экологические свойства,  транспортабельность и  безопасность</w:t>
      </w:r>
      <w:r w:rsidRPr="0062159E">
        <w:rPr>
          <w:rFonts w:ascii="Times New Roman" w:hAnsi="Times New Roman"/>
          <w:sz w:val="28"/>
          <w:szCs w:val="28"/>
        </w:rPr>
        <w:t>.</w:t>
      </w:r>
    </w:p>
    <w:p w:rsidR="00D52DC2" w:rsidRDefault="00D52DC2" w:rsidP="00955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59E">
        <w:rPr>
          <w:rFonts w:ascii="Times New Roman" w:hAnsi="Times New Roman"/>
          <w:sz w:val="28"/>
          <w:szCs w:val="28"/>
        </w:rPr>
        <w:t>Показатели назначения характеризуют основную функциональную величину полезного эффекта от эксплуатации изделия. Для продукции производственно-технического назначения таким показателем может</w:t>
      </w:r>
      <w:r>
        <w:rPr>
          <w:rFonts w:ascii="Times New Roman" w:hAnsi="Times New Roman"/>
          <w:sz w:val="28"/>
          <w:szCs w:val="28"/>
        </w:rPr>
        <w:t xml:space="preserve"> служить ее производительность.</w:t>
      </w:r>
    </w:p>
    <w:p w:rsidR="00D52DC2" w:rsidRDefault="00D52DC2" w:rsidP="00955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59E">
        <w:rPr>
          <w:rFonts w:ascii="Times New Roman" w:hAnsi="Times New Roman"/>
          <w:sz w:val="28"/>
          <w:szCs w:val="28"/>
        </w:rPr>
        <w:t xml:space="preserve">Показатели надежности характеризуют свойства объекта сохранять во времени в установленных пределах значения всех параметров и требуемых функций. Надежность объекта включает четыре показателя: безотказность, долговечность, ремонтопригодность и сохраняемость. </w:t>
      </w:r>
    </w:p>
    <w:p w:rsidR="00D52DC2" w:rsidRDefault="00D52DC2" w:rsidP="00955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59E">
        <w:rPr>
          <w:rFonts w:ascii="Times New Roman" w:hAnsi="Times New Roman"/>
          <w:sz w:val="28"/>
          <w:szCs w:val="28"/>
        </w:rPr>
        <w:t xml:space="preserve">Показатели технологичности характеризуют эффективность конструкторско-технологических решений для обеспечения высокой производительности труда при изготовлении и ремонте изделий. </w:t>
      </w:r>
    </w:p>
    <w:p w:rsidR="00D52DC2" w:rsidRDefault="00D52DC2" w:rsidP="00955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59E">
        <w:rPr>
          <w:rFonts w:ascii="Times New Roman" w:hAnsi="Times New Roman"/>
          <w:sz w:val="28"/>
          <w:szCs w:val="28"/>
        </w:rPr>
        <w:t xml:space="preserve">Показатели стандартизации и унификации характеризуют насыщенность продукции стандартными, унифицированными и оригинальными составными частями, а также уровень унификации по сравнению с другими изделиями. Все детали изделия делятся на стандартные, унифицированные и оригинальные. </w:t>
      </w:r>
    </w:p>
    <w:p w:rsidR="00D52DC2" w:rsidRDefault="00D52DC2" w:rsidP="00955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59E">
        <w:rPr>
          <w:rFonts w:ascii="Times New Roman" w:hAnsi="Times New Roman"/>
          <w:sz w:val="28"/>
          <w:szCs w:val="28"/>
        </w:rPr>
        <w:t>Эргономические показатели отражают удобство эксплуатации изделия человеком. Взаимодействие человека с изделием выражается через комплекс гигиенических, антропометрических, физиологических и психологических свойств человека</w:t>
      </w:r>
      <w:r>
        <w:rPr>
          <w:rFonts w:ascii="Times New Roman" w:hAnsi="Times New Roman"/>
          <w:sz w:val="28"/>
          <w:szCs w:val="28"/>
        </w:rPr>
        <w:t>.</w:t>
      </w:r>
    </w:p>
    <w:p w:rsidR="00D52DC2" w:rsidRDefault="00D52DC2" w:rsidP="00955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59E">
        <w:rPr>
          <w:rFonts w:ascii="Times New Roman" w:hAnsi="Times New Roman"/>
          <w:sz w:val="28"/>
          <w:szCs w:val="28"/>
        </w:rPr>
        <w:t>Эстетические показатели характеризуют композиционное совершенство изделия. Это рациональность формы, сочетание цветов, стабильность товарного вида изделия, стиль и т.д.</w:t>
      </w:r>
    </w:p>
    <w:p w:rsidR="00D52DC2" w:rsidRDefault="00D52DC2" w:rsidP="00955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59E">
        <w:rPr>
          <w:rFonts w:ascii="Times New Roman" w:hAnsi="Times New Roman"/>
          <w:sz w:val="28"/>
          <w:szCs w:val="28"/>
        </w:rPr>
        <w:t>Показатели транспортабельности выражают приспособленность изделия для транспортировки различным транспортом без нарушения его свойств.</w:t>
      </w:r>
    </w:p>
    <w:p w:rsidR="00D52DC2" w:rsidRDefault="00D52DC2" w:rsidP="00955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59E">
        <w:rPr>
          <w:rFonts w:ascii="Times New Roman" w:hAnsi="Times New Roman"/>
          <w:sz w:val="28"/>
          <w:szCs w:val="28"/>
        </w:rPr>
        <w:t>Патентно-правовые показатели характеризуют патентную защиту и патентную чистоту продукции и являются существенным фактором при определении конкурентоспособности.</w:t>
      </w:r>
    </w:p>
    <w:p w:rsidR="00D52DC2" w:rsidRDefault="00D52DC2" w:rsidP="00955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59E">
        <w:rPr>
          <w:rFonts w:ascii="Times New Roman" w:hAnsi="Times New Roman"/>
          <w:sz w:val="28"/>
          <w:szCs w:val="28"/>
        </w:rPr>
        <w:t>Экологические показатели отражают степень влияния вредных воздействий на окружающую среду, которые возникают при хранении, эксплуатации или потреблении продукции</w:t>
      </w:r>
      <w:r>
        <w:rPr>
          <w:rFonts w:ascii="Times New Roman" w:hAnsi="Times New Roman"/>
          <w:sz w:val="28"/>
          <w:szCs w:val="28"/>
        </w:rPr>
        <w:t>.</w:t>
      </w:r>
    </w:p>
    <w:p w:rsidR="00D52DC2" w:rsidRDefault="00D52DC2" w:rsidP="00955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59E">
        <w:rPr>
          <w:rFonts w:ascii="Times New Roman" w:hAnsi="Times New Roman"/>
          <w:sz w:val="28"/>
          <w:szCs w:val="28"/>
        </w:rPr>
        <w:t>Показатели безопасности определяют степень безопасности эксплуатации и хранения изделий, т.е. обеспечивают безопасность при монтаже, обслуживании, ремонте, хранении, транспортировании, потреблении продукции.</w:t>
      </w:r>
    </w:p>
    <w:p w:rsidR="00D52DC2" w:rsidRDefault="00D52DC2" w:rsidP="00955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59E">
        <w:rPr>
          <w:rFonts w:ascii="Times New Roman" w:hAnsi="Times New Roman"/>
          <w:sz w:val="28"/>
          <w:szCs w:val="28"/>
        </w:rPr>
        <w:t>Совокупность перечисленных показателей формирует качество продукции. Изделие должно быть надежным, эстетически радующим глаз, хорошо выполнять свои функции, т.е. удовлетворять те потребности, для которы</w:t>
      </w:r>
      <w:r>
        <w:rPr>
          <w:rFonts w:ascii="Times New Roman" w:hAnsi="Times New Roman"/>
          <w:sz w:val="28"/>
          <w:szCs w:val="28"/>
        </w:rPr>
        <w:t>х оно предназначено.</w:t>
      </w:r>
      <w:bookmarkStart w:id="0" w:name="_GoBack"/>
      <w:bookmarkEnd w:id="0"/>
    </w:p>
    <w:sectPr w:rsidR="00D52DC2" w:rsidSect="0093524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59E"/>
    <w:rsid w:val="000C38C0"/>
    <w:rsid w:val="00121023"/>
    <w:rsid w:val="00156610"/>
    <w:rsid w:val="00273B17"/>
    <w:rsid w:val="003B7E7F"/>
    <w:rsid w:val="005A38B3"/>
    <w:rsid w:val="005D1AE9"/>
    <w:rsid w:val="0062159E"/>
    <w:rsid w:val="006B02F6"/>
    <w:rsid w:val="00803898"/>
    <w:rsid w:val="00856E9E"/>
    <w:rsid w:val="0093524F"/>
    <w:rsid w:val="00955DD9"/>
    <w:rsid w:val="009F6597"/>
    <w:rsid w:val="00A0516B"/>
    <w:rsid w:val="00A06589"/>
    <w:rsid w:val="00A077B3"/>
    <w:rsid w:val="00AF1D1E"/>
    <w:rsid w:val="00B1220A"/>
    <w:rsid w:val="00B20381"/>
    <w:rsid w:val="00C20F3B"/>
    <w:rsid w:val="00C550A4"/>
    <w:rsid w:val="00C630D6"/>
    <w:rsid w:val="00C775BB"/>
    <w:rsid w:val="00CF6EC1"/>
    <w:rsid w:val="00D52DC2"/>
    <w:rsid w:val="00D82B04"/>
    <w:rsid w:val="00E068F1"/>
    <w:rsid w:val="00EE08BE"/>
    <w:rsid w:val="00FF1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E7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496</Words>
  <Characters>2828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Лешкова</dc:title>
  <dc:subject/>
  <dc:creator>Даша</dc:creator>
  <cp:keywords/>
  <dc:description/>
  <cp:lastModifiedBy>Urchenko.A</cp:lastModifiedBy>
  <cp:revision>4</cp:revision>
  <dcterms:created xsi:type="dcterms:W3CDTF">2012-04-17T09:59:00Z</dcterms:created>
  <dcterms:modified xsi:type="dcterms:W3CDTF">2012-04-23T08:20:00Z</dcterms:modified>
</cp:coreProperties>
</file>